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148C323E" w:rsidR="00F422D3" w:rsidRDefault="00F422D3" w:rsidP="00B42F40">
      <w:pPr>
        <w:pStyle w:val="Titul2"/>
      </w:pPr>
      <w:r>
        <w:t>Název zakázky: „</w:t>
      </w:r>
      <w:r w:rsidR="000C21F3" w:rsidRPr="000C21F3">
        <w:t>Oprava přejezdového zabezpečovacího zařízení na přejezdu P6507 v km 255,202 v úseku Jistebník – Polanka nad Odrou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F3AEA"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D4C4AC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0C21F3">
        <w:t>24196</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0C21F3" w:rsidRPr="000C21F3">
        <w:rPr>
          <w:b/>
        </w:rPr>
        <w:t>Oprava přejezdového zabezpečovacího zařízení na přejezdu P6507 v km 255,202 v úseku Jistebník – Polanka nad Odrou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CE23FE">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7FA36C06" w:rsidR="00F24489" w:rsidRPr="000C21F3" w:rsidRDefault="00F24489" w:rsidP="00F24489">
      <w:pPr>
        <w:pStyle w:val="Textbezslovn"/>
        <w:rPr>
          <w:b/>
        </w:rPr>
      </w:pPr>
      <w:r w:rsidRPr="000C21F3">
        <w:rPr>
          <w:b/>
        </w:rPr>
        <w:t xml:space="preserve">Celková lhůta pro dokončení Díla činí celkem </w:t>
      </w:r>
      <w:r w:rsidR="001007A6">
        <w:rPr>
          <w:b/>
        </w:rPr>
        <w:t>7</w:t>
      </w:r>
      <w:r w:rsidRPr="000C21F3">
        <w:rPr>
          <w:b/>
        </w:rPr>
        <w:t xml:space="preserve"> měsíců ode Dne zahájení stavebních prací (dokladem prokazujícím, že Zhotovitel dokončil celé Dílo, je Předávací protokol dle odst. 10.4 Obchodních podmínek).</w:t>
      </w:r>
    </w:p>
    <w:p w14:paraId="067250B4" w14:textId="50C28A3D" w:rsidR="00F24489" w:rsidRDefault="00F24489" w:rsidP="00F24489">
      <w:pPr>
        <w:pStyle w:val="Textbezslovn"/>
      </w:pPr>
      <w:r w:rsidRPr="000C21F3">
        <w:t xml:space="preserve">Lhůta pro dokončení stavebních prací činí celkem </w:t>
      </w:r>
      <w:r w:rsidR="001007A6">
        <w:rPr>
          <w:b/>
        </w:rPr>
        <w:t>6</w:t>
      </w:r>
      <w:r w:rsidRPr="000C21F3">
        <w:rPr>
          <w:b/>
        </w:rPr>
        <w:t xml:space="preserve"> měsíců</w:t>
      </w:r>
      <w:r w:rsidRPr="000C21F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E309EC" w14:textId="561A5B5E" w:rsidR="00E64B72" w:rsidRDefault="00056E70" w:rsidP="00E64B72">
      <w:pPr>
        <w:pStyle w:val="Textbezslovn"/>
      </w:pPr>
      <w:r>
        <w:t>P</w:t>
      </w:r>
      <w:r w:rsidR="00E64B72" w:rsidRPr="00E64B72">
        <w:t xml:space="preserve">ředání souborného zpracování geodetické části dokumentace skutečného provedení stavby a kompletní technické části dokumentace skutečného provedení stavby bude provedeno nejpozději do </w:t>
      </w:r>
      <w:r w:rsidR="00E64B72" w:rsidRPr="00E64B72">
        <w:rPr>
          <w:b/>
        </w:rPr>
        <w:t>1 měsíc</w:t>
      </w:r>
      <w:r w:rsidR="0053642B">
        <w:rPr>
          <w:b/>
        </w:rPr>
        <w:t>e</w:t>
      </w:r>
      <w:r w:rsidR="00E64B72" w:rsidRPr="00E64B72">
        <w:t xml:space="preserve"> ode dne podpisu posledního Zápisu o předání a převzetí Díla.</w:t>
      </w:r>
    </w:p>
    <w:p w14:paraId="31C9D257" w14:textId="77777777" w:rsidR="00E64B72" w:rsidRPr="003F35F3" w:rsidRDefault="00E64B72" w:rsidP="00E64B72">
      <w:pPr>
        <w:pStyle w:val="Textbezslovn"/>
      </w:pPr>
      <w:r w:rsidRPr="00261820">
        <w:lastRenderedPageBreak/>
        <w:t>Lhůty stanovené v čl. 1.7.3.2 odst. 5 a čl</w:t>
      </w:r>
      <w:r w:rsidRPr="002D4404">
        <w:t>. 1.11.5.1 odst. 3</w:t>
      </w:r>
      <w:r w:rsidRPr="00261820">
        <w:t xml:space="preserve"> Technických kvalitativních podmínek staveb státních drah (TKP)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C5C4918" w:rsidR="00F24489" w:rsidRDefault="00F24489" w:rsidP="00CE23FE">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bookmarkStart w:id="4" w:name="_Hlk161404616"/>
      <w:r w:rsidR="0053642B">
        <w:t>.</w:t>
      </w:r>
    </w:p>
    <w:p w14:paraId="1567BB0D" w14:textId="6C6B7F10" w:rsidR="00830C9D" w:rsidRPr="00CE23FE" w:rsidRDefault="00830C9D" w:rsidP="00830C9D">
      <w:pPr>
        <w:pStyle w:val="Text1-1"/>
      </w:pPr>
      <w:r w:rsidRPr="00CE23FE">
        <w:t>Zhotovitel se zavazuje zajistit realizaci prací na Díle tak, aby v případě nepřetržitých výluk trvajících více než 36 hodin probíhala realizace prací na Díle minimálně 16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6B29265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C14E35" w:rsidRDefault="00214C3E" w:rsidP="00CE23FE">
      <w:pPr>
        <w:pStyle w:val="Text1-1"/>
      </w:pPr>
      <w:r w:rsidRPr="00C14E35">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2C83DEC7" w:rsidR="00D56478" w:rsidRPr="005310B0" w:rsidRDefault="005310B0" w:rsidP="00830C9D">
      <w:pPr>
        <w:pStyle w:val="Text1-1"/>
      </w:pPr>
      <w:r w:rsidRPr="005310B0">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lastRenderedPageBreak/>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D3C814A"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 xml:space="preserve">znevýhodněných na trhu práce do realizace díla se nepoužijí. Práva a povinnosti smluvních stran s ohledem na </w:t>
      </w:r>
      <w:r w:rsidRPr="009972D6">
        <w:rPr>
          <w:rStyle w:val="Tun"/>
          <w:b w:val="0"/>
        </w:rPr>
        <w:lastRenderedPageBreak/>
        <w:t>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102BB764"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5310B0">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 xml:space="preserve">rávněn zaměnit osoby znevýhodněné na trhu práce, jejichž zapojení do realizace Díla nabídnul. Takovouto záměnu provádí písemným </w:t>
      </w:r>
      <w:r w:rsidRPr="009972D6">
        <w:rPr>
          <w:rStyle w:val="Tun"/>
          <w:b w:val="0"/>
        </w:rPr>
        <w:lastRenderedPageBreak/>
        <w:t>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lastRenderedPageBreak/>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854DDA">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w:t>
      </w:r>
      <w:r w:rsidRPr="00516813">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D56478" w:rsidRPr="009972D6">
              <w:rPr>
                <w:rFonts w:ascii="Verdana" w:hAnsi="Verdana"/>
              </w:rPr>
              <w:t>OP</w:t>
            </w:r>
            <w:r w:rsidR="00D56478">
              <w:rPr>
                <w:rFonts w:ascii="Verdana" w:hAnsi="Verdana"/>
              </w:rPr>
              <w:t>OŘ</w:t>
            </w:r>
            <w:proofErr w:type="gramEnd"/>
            <w:r w:rsidR="00D56478">
              <w:rPr>
                <w:rFonts w:ascii="Verdana" w:hAnsi="Verdana"/>
              </w:rPr>
              <w:t>/S/S/1/23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0DE4FE1"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F3AE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lastRenderedPageBreak/>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E3D04B6"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58F7E640" w:rsidR="0028389C" w:rsidRPr="005310B0" w:rsidRDefault="005310B0" w:rsidP="005310B0">
      <w:pPr>
        <w:pStyle w:val="Odrka1-1"/>
        <w:numPr>
          <w:ilvl w:val="0"/>
          <w:numId w:val="21"/>
        </w:numPr>
        <w:ind w:left="1134"/>
        <w:sectPr w:rsidR="0028389C" w:rsidRPr="005310B0" w:rsidSect="004E70C8">
          <w:footerReference w:type="default" r:id="rId23"/>
          <w:pgSz w:w="11906" w:h="16838" w:code="9"/>
          <w:pgMar w:top="1417" w:right="1417" w:bottom="1417" w:left="1417" w:header="595" w:footer="624" w:gutter="652"/>
          <w:pgNumType w:start="1"/>
          <w:cols w:space="708"/>
          <w:docGrid w:linePitch="360"/>
        </w:sectPr>
      </w:pPr>
      <w:r w:rsidRPr="005310B0">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43EDD143" w:rsidR="00502690" w:rsidRDefault="00502690" w:rsidP="005310B0">
      <w:pPr>
        <w:pStyle w:val="Nadpisbezsl1-2"/>
      </w:pPr>
      <w:r>
        <w:t>Oprávněné osoby</w:t>
      </w:r>
      <w:bookmarkStart w:id="18" w:name="_Hlk159236738"/>
      <w:bookmarkStart w:id="19" w:name="_Hlk161404974"/>
    </w:p>
    <w:bookmarkEnd w:id="18"/>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F3AE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0"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310B0" w:rsidRPr="00F95FBD" w14:paraId="37C05DBE" w14:textId="77777777" w:rsidTr="005310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5310B0" w:rsidRPr="00F95FBD" w:rsidRDefault="005310B0" w:rsidP="005310B0">
            <w:pPr>
              <w:pStyle w:val="Tabulka"/>
              <w:rPr>
                <w:rStyle w:val="Nadpisvtabulce"/>
                <w:b w:val="0"/>
              </w:rPr>
            </w:pPr>
            <w:r w:rsidRPr="00F95FBD">
              <w:rPr>
                <w:rStyle w:val="Nadpisvtabulce"/>
                <w:b w:val="0"/>
              </w:rPr>
              <w:t>Jméno a příjmení</w:t>
            </w:r>
          </w:p>
        </w:tc>
        <w:tc>
          <w:tcPr>
            <w:tcW w:w="5812" w:type="dxa"/>
          </w:tcPr>
          <w:p w14:paraId="63566BD6" w14:textId="0D418963" w:rsidR="005310B0" w:rsidRDefault="005310B0" w:rsidP="005310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A5E27">
              <w:rPr>
                <w:sz w:val="18"/>
              </w:rPr>
              <w:t>Ing. Vladan PEŠL</w:t>
            </w:r>
          </w:p>
        </w:tc>
      </w:tr>
      <w:tr w:rsidR="005310B0" w:rsidRPr="00F95FBD" w14:paraId="04DB5537"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310B0" w:rsidRPr="00F95FBD" w:rsidRDefault="005310B0" w:rsidP="005310B0">
            <w:pPr>
              <w:pStyle w:val="Tabulka"/>
              <w:rPr>
                <w:sz w:val="18"/>
              </w:rPr>
            </w:pPr>
            <w:r w:rsidRPr="00F95FBD">
              <w:rPr>
                <w:sz w:val="18"/>
              </w:rPr>
              <w:t>Adresa</w:t>
            </w:r>
          </w:p>
        </w:tc>
        <w:tc>
          <w:tcPr>
            <w:tcW w:w="5812" w:type="dxa"/>
          </w:tcPr>
          <w:p w14:paraId="4A237148" w14:textId="26404F0B"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Správa železnic, státní organizace, OŘ OVA, Muglinovská 1038/5, 702 00 Ostrava</w:t>
            </w:r>
          </w:p>
        </w:tc>
      </w:tr>
      <w:tr w:rsidR="005310B0" w:rsidRPr="00F95FBD" w14:paraId="1A9500D2"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310B0" w:rsidRPr="00F95FBD" w:rsidRDefault="005310B0" w:rsidP="005310B0">
            <w:pPr>
              <w:pStyle w:val="Tabulka"/>
              <w:rPr>
                <w:sz w:val="18"/>
              </w:rPr>
            </w:pPr>
            <w:r w:rsidRPr="00F95FBD">
              <w:rPr>
                <w:sz w:val="18"/>
              </w:rPr>
              <w:t>E-mail</w:t>
            </w:r>
          </w:p>
        </w:tc>
        <w:tc>
          <w:tcPr>
            <w:tcW w:w="5812" w:type="dxa"/>
          </w:tcPr>
          <w:p w14:paraId="23E2DC52" w14:textId="0C2515B1" w:rsidR="005310B0" w:rsidRDefault="00CF3AEA"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5310B0" w:rsidRPr="00CA5E27">
                <w:rPr>
                  <w:rStyle w:val="Hypertextovodkaz"/>
                  <w:noProof w:val="0"/>
                  <w:sz w:val="18"/>
                </w:rPr>
                <w:t>Pesl@spravazeleznic.cz</w:t>
              </w:r>
            </w:hyperlink>
            <w:r w:rsidR="005310B0" w:rsidRPr="00CA5E27">
              <w:rPr>
                <w:sz w:val="18"/>
              </w:rPr>
              <w:t xml:space="preserve"> </w:t>
            </w:r>
          </w:p>
        </w:tc>
      </w:tr>
      <w:tr w:rsidR="005310B0" w:rsidRPr="00F95FBD" w14:paraId="23B479A3"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310B0" w:rsidRPr="00F95FBD" w:rsidRDefault="005310B0" w:rsidP="005310B0">
            <w:pPr>
              <w:pStyle w:val="Tabulka"/>
              <w:rPr>
                <w:sz w:val="18"/>
              </w:rPr>
            </w:pPr>
            <w:r w:rsidRPr="00F95FBD">
              <w:rPr>
                <w:sz w:val="18"/>
              </w:rPr>
              <w:t>Telefon</w:t>
            </w:r>
          </w:p>
        </w:tc>
        <w:tc>
          <w:tcPr>
            <w:tcW w:w="5812" w:type="dxa"/>
          </w:tcPr>
          <w:p w14:paraId="7818324B" w14:textId="05BDDFBA"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310B0" w:rsidRPr="00F95FBD" w14:paraId="7F68B11A" w14:textId="77777777" w:rsidTr="005310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5310B0" w:rsidRPr="00F95FBD" w:rsidRDefault="005310B0" w:rsidP="005310B0">
            <w:pPr>
              <w:pStyle w:val="Tabulka"/>
              <w:rPr>
                <w:rStyle w:val="Nadpisvtabulce"/>
                <w:b w:val="0"/>
              </w:rPr>
            </w:pPr>
            <w:r w:rsidRPr="00F95FBD">
              <w:rPr>
                <w:rStyle w:val="Nadpisvtabulce"/>
                <w:b w:val="0"/>
              </w:rPr>
              <w:t>Jméno a příjmení</w:t>
            </w:r>
          </w:p>
        </w:tc>
        <w:tc>
          <w:tcPr>
            <w:tcW w:w="5812" w:type="dxa"/>
          </w:tcPr>
          <w:p w14:paraId="57591B4D" w14:textId="6B52A75D" w:rsidR="005310B0" w:rsidRDefault="005310B0" w:rsidP="005310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A5E27">
              <w:rPr>
                <w:sz w:val="18"/>
              </w:rPr>
              <w:t>Petr VYROUBAL</w:t>
            </w:r>
          </w:p>
        </w:tc>
      </w:tr>
      <w:tr w:rsidR="005310B0" w:rsidRPr="00F95FBD" w14:paraId="372B2283"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5310B0" w:rsidRPr="00F95FBD" w:rsidRDefault="005310B0" w:rsidP="005310B0">
            <w:pPr>
              <w:pStyle w:val="Tabulka"/>
              <w:rPr>
                <w:sz w:val="18"/>
              </w:rPr>
            </w:pPr>
            <w:r w:rsidRPr="00F95FBD">
              <w:rPr>
                <w:sz w:val="18"/>
              </w:rPr>
              <w:t>Adresa</w:t>
            </w:r>
          </w:p>
        </w:tc>
        <w:tc>
          <w:tcPr>
            <w:tcW w:w="5812" w:type="dxa"/>
          </w:tcPr>
          <w:p w14:paraId="177386A6" w14:textId="5CEB839C"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Správa železnic, státní organizace, OŘ OVA, Muglinovská 1038/5, 702 00 Ostrava</w:t>
            </w:r>
          </w:p>
        </w:tc>
      </w:tr>
      <w:tr w:rsidR="005310B0" w:rsidRPr="00F95FBD" w14:paraId="1941C27A"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5310B0" w:rsidRPr="00F95FBD" w:rsidRDefault="005310B0" w:rsidP="005310B0">
            <w:pPr>
              <w:pStyle w:val="Tabulka"/>
              <w:rPr>
                <w:sz w:val="18"/>
              </w:rPr>
            </w:pPr>
            <w:r w:rsidRPr="00F95FBD">
              <w:rPr>
                <w:sz w:val="18"/>
              </w:rPr>
              <w:t>E-mail</w:t>
            </w:r>
          </w:p>
        </w:tc>
        <w:tc>
          <w:tcPr>
            <w:tcW w:w="5812" w:type="dxa"/>
          </w:tcPr>
          <w:p w14:paraId="38CCACC3" w14:textId="5224D601" w:rsidR="005310B0" w:rsidRDefault="00CF3AEA"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5310B0" w:rsidRPr="00CA5E27">
                <w:rPr>
                  <w:rStyle w:val="Hypertextovodkaz"/>
                  <w:noProof w:val="0"/>
                  <w:sz w:val="18"/>
                </w:rPr>
                <w:t>VyroubalP@spravazeleznic.cz</w:t>
              </w:r>
            </w:hyperlink>
            <w:r w:rsidR="005310B0" w:rsidRPr="00CA5E27">
              <w:rPr>
                <w:sz w:val="18"/>
              </w:rPr>
              <w:t xml:space="preserve"> </w:t>
            </w:r>
          </w:p>
        </w:tc>
      </w:tr>
      <w:tr w:rsidR="005310B0" w:rsidRPr="00F95FBD" w14:paraId="21E86E2D"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5310B0" w:rsidRPr="00F95FBD" w:rsidRDefault="005310B0" w:rsidP="005310B0">
            <w:pPr>
              <w:pStyle w:val="Tabulka"/>
              <w:rPr>
                <w:sz w:val="18"/>
              </w:rPr>
            </w:pPr>
            <w:r w:rsidRPr="00F95FBD">
              <w:rPr>
                <w:sz w:val="18"/>
              </w:rPr>
              <w:t>Telefon</w:t>
            </w:r>
          </w:p>
        </w:tc>
        <w:tc>
          <w:tcPr>
            <w:tcW w:w="5812" w:type="dxa"/>
          </w:tcPr>
          <w:p w14:paraId="3CEA9BFE" w14:textId="6A32D880"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+420 602 728 019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5310B0" w:rsidRPr="00F95FBD" w14:paraId="0FE8D77F" w14:textId="77777777" w:rsidTr="005310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5310B0" w:rsidRPr="00F95FBD" w:rsidRDefault="005310B0" w:rsidP="005310B0">
            <w:pPr>
              <w:pStyle w:val="Tabulka"/>
              <w:rPr>
                <w:rStyle w:val="Nadpisvtabulce"/>
                <w:b w:val="0"/>
              </w:rPr>
            </w:pPr>
            <w:r w:rsidRPr="00F95FBD">
              <w:rPr>
                <w:rStyle w:val="Nadpisvtabulce"/>
                <w:b w:val="0"/>
              </w:rPr>
              <w:t>Jméno a příjmení</w:t>
            </w:r>
          </w:p>
        </w:tc>
        <w:tc>
          <w:tcPr>
            <w:tcW w:w="5812" w:type="dxa"/>
          </w:tcPr>
          <w:p w14:paraId="37723827" w14:textId="5FFB6E41" w:rsidR="005310B0" w:rsidRDefault="005310B0" w:rsidP="005310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A5E27">
              <w:rPr>
                <w:sz w:val="18"/>
              </w:rPr>
              <w:t>Ing. Martin VOTOUPAL</w:t>
            </w:r>
          </w:p>
        </w:tc>
      </w:tr>
      <w:tr w:rsidR="005310B0" w:rsidRPr="00F95FBD" w14:paraId="59198AEE"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5310B0" w:rsidRPr="00F95FBD" w:rsidRDefault="005310B0" w:rsidP="005310B0">
            <w:pPr>
              <w:pStyle w:val="Tabulka"/>
              <w:rPr>
                <w:sz w:val="18"/>
              </w:rPr>
            </w:pPr>
            <w:r w:rsidRPr="00F95FBD">
              <w:rPr>
                <w:sz w:val="18"/>
              </w:rPr>
              <w:t>Adresa</w:t>
            </w:r>
          </w:p>
        </w:tc>
        <w:tc>
          <w:tcPr>
            <w:tcW w:w="5812" w:type="dxa"/>
          </w:tcPr>
          <w:p w14:paraId="58B1BE46" w14:textId="4BC1ADAC"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SŽG, Skladištní 1151/27+29, 702 00 Ostrava</w:t>
            </w:r>
          </w:p>
        </w:tc>
      </w:tr>
      <w:tr w:rsidR="005310B0" w:rsidRPr="00F95FBD" w14:paraId="60E00F87"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5310B0" w:rsidRPr="00F95FBD" w:rsidRDefault="005310B0" w:rsidP="005310B0">
            <w:pPr>
              <w:pStyle w:val="Tabulka"/>
              <w:rPr>
                <w:sz w:val="18"/>
              </w:rPr>
            </w:pPr>
            <w:r w:rsidRPr="00F95FBD">
              <w:rPr>
                <w:sz w:val="18"/>
              </w:rPr>
              <w:t>E-mail</w:t>
            </w:r>
          </w:p>
        </w:tc>
        <w:tc>
          <w:tcPr>
            <w:tcW w:w="5812" w:type="dxa"/>
          </w:tcPr>
          <w:p w14:paraId="072D9ECE" w14:textId="60307533" w:rsidR="005310B0" w:rsidRDefault="00CF3AEA"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5310B0" w:rsidRPr="00CA5E27">
                <w:rPr>
                  <w:rStyle w:val="Hypertextovodkaz"/>
                  <w:noProof w:val="0"/>
                  <w:sz w:val="18"/>
                </w:rPr>
                <w:t>Votoupal@spravazeleznic.cz</w:t>
              </w:r>
            </w:hyperlink>
            <w:r w:rsidR="005310B0" w:rsidRPr="00CA5E27">
              <w:rPr>
                <w:sz w:val="18"/>
              </w:rPr>
              <w:t xml:space="preserve"> </w:t>
            </w:r>
          </w:p>
        </w:tc>
      </w:tr>
      <w:tr w:rsidR="005310B0" w:rsidRPr="00F95FBD" w14:paraId="0F80481E" w14:textId="77777777" w:rsidTr="005310B0">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5310B0" w:rsidRPr="00F95FBD" w:rsidRDefault="005310B0" w:rsidP="005310B0">
            <w:pPr>
              <w:pStyle w:val="Tabulka"/>
              <w:rPr>
                <w:sz w:val="18"/>
              </w:rPr>
            </w:pPr>
            <w:r w:rsidRPr="00F95FBD">
              <w:rPr>
                <w:sz w:val="18"/>
              </w:rPr>
              <w:t>Telefon</w:t>
            </w:r>
          </w:p>
        </w:tc>
        <w:tc>
          <w:tcPr>
            <w:tcW w:w="5812" w:type="dxa"/>
          </w:tcPr>
          <w:p w14:paraId="23215178" w14:textId="3E0D1DF0" w:rsidR="005310B0" w:rsidRDefault="005310B0" w:rsidP="005310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5E27">
              <w:rPr>
                <w:sz w:val="18"/>
              </w:rPr>
              <w:t>+420 727 877 362</w:t>
            </w:r>
          </w:p>
        </w:tc>
      </w:tr>
      <w:bookmarkEnd w:id="19"/>
    </w:tbl>
    <w:p w14:paraId="475B544E" w14:textId="77777777" w:rsidR="00ED29F1" w:rsidRPr="00F95FBD" w:rsidRDefault="00ED29F1" w:rsidP="00ED29F1">
      <w:pPr>
        <w:pStyle w:val="Textbezodsazen"/>
      </w:pPr>
    </w:p>
    <w:bookmarkEnd w:id="20"/>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14E34A71" w14:textId="2B9EA2BA"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9998E3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310B0">
              <w:rPr>
                <w:rFonts w:eastAsia="Times New Roman" w:cs="Calibri"/>
                <w:sz w:val="18"/>
                <w:lang w:eastAsia="cs-CZ"/>
              </w:rPr>
              <w:t>M</w:t>
            </w:r>
            <w:r w:rsidR="002C7A28" w:rsidRPr="005310B0">
              <w:rPr>
                <w:rFonts w:eastAsia="Times New Roman" w:cs="Calibri"/>
                <w:sz w:val="18"/>
                <w:lang w:eastAsia="cs-CZ"/>
              </w:rPr>
              <w:t xml:space="preserve">inimálně </w:t>
            </w:r>
            <w:r w:rsidR="005310B0" w:rsidRPr="005310B0">
              <w:rPr>
                <w:rFonts w:eastAsia="Times New Roman" w:cs="Calibri"/>
                <w:color w:val="000000"/>
                <w:sz w:val="18"/>
                <w:lang w:eastAsia="cs-CZ"/>
              </w:rPr>
              <w:t xml:space="preserve">5 </w:t>
            </w:r>
            <w:r w:rsidR="002C7A28" w:rsidRPr="005310B0">
              <w:rPr>
                <w:rFonts w:eastAsia="Times New Roman" w:cs="Calibri"/>
                <w:color w:val="000000"/>
                <w:sz w:val="18"/>
                <w:lang w:eastAsia="cs-CZ"/>
              </w:rPr>
              <w:t>mil. Kč</w:t>
            </w:r>
            <w:r w:rsidR="002C7A28" w:rsidRPr="005310B0">
              <w:rPr>
                <w:rFonts w:eastAsia="Times New Roman" w:cs="Calibri"/>
                <w:sz w:val="18"/>
                <w:lang w:eastAsia="cs-CZ"/>
              </w:rPr>
              <w:t xml:space="preserve"> na jednu pojistnou událost a </w:t>
            </w:r>
            <w:r w:rsidR="005310B0" w:rsidRPr="005310B0">
              <w:rPr>
                <w:rFonts w:eastAsia="Times New Roman" w:cs="Calibri"/>
                <w:sz w:val="18"/>
                <w:lang w:eastAsia="cs-CZ"/>
              </w:rPr>
              <w:t>5</w:t>
            </w:r>
            <w:r w:rsidR="002C7A28" w:rsidRPr="005310B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1"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1"/>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w:t>
      </w:r>
      <w:proofErr w:type="gramStart"/>
      <w:r w:rsidRPr="00D83EC9">
        <w:rPr>
          <w:rFonts w:ascii="Verdana" w:eastAsia="Times New Roman" w:hAnsi="Verdana" w:cs="Times New Roman"/>
          <w:lang w:eastAsia="cs-CZ"/>
        </w:rPr>
        <w:t>Smlouvy</w:t>
      </w:r>
      <w:proofErr w:type="gramEnd"/>
      <w:r w:rsidRPr="00D83EC9">
        <w:rPr>
          <w:rFonts w:ascii="Verdana" w:eastAsia="Times New Roman" w:hAnsi="Verdana" w:cs="Times New Roman"/>
          <w:lang w:eastAsia="cs-CZ"/>
        </w:rPr>
        <w:t xml:space="preserve">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3090A4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666B6D5D"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046EC49F" w14:textId="77777777" w:rsidR="00611DEA" w:rsidRPr="00D83EC9" w:rsidRDefault="00611DEA" w:rsidP="00611DEA">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F3AE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2758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gridCol w:w="8505"/>
    </w:tblGrid>
    <w:tr w:rsidR="000C21F3" w14:paraId="66F961A6" w14:textId="77777777" w:rsidTr="000C21F3">
      <w:tc>
        <w:tcPr>
          <w:tcW w:w="1361" w:type="dxa"/>
          <w:tcMar>
            <w:left w:w="0" w:type="dxa"/>
            <w:right w:w="0" w:type="dxa"/>
          </w:tcMar>
          <w:vAlign w:val="bottom"/>
        </w:tcPr>
        <w:p w14:paraId="74E023F2" w14:textId="79773AE4" w:rsidR="000C21F3" w:rsidRPr="00B8518B" w:rsidRDefault="000C21F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C21F3" w:rsidRDefault="000C21F3" w:rsidP="00AF2741">
          <w:pPr>
            <w:pStyle w:val="Zpat"/>
          </w:pPr>
        </w:p>
      </w:tc>
      <w:tc>
        <w:tcPr>
          <w:tcW w:w="425" w:type="dxa"/>
          <w:shd w:val="clear" w:color="auto" w:fill="auto"/>
          <w:tcMar>
            <w:left w:w="0" w:type="dxa"/>
            <w:right w:w="0" w:type="dxa"/>
          </w:tcMar>
        </w:tcPr>
        <w:p w14:paraId="22A8B046" w14:textId="77777777" w:rsidR="000C21F3" w:rsidRDefault="000C21F3" w:rsidP="00AF2741">
          <w:pPr>
            <w:pStyle w:val="Zpat"/>
          </w:pPr>
        </w:p>
      </w:tc>
      <w:tc>
        <w:tcPr>
          <w:tcW w:w="8505" w:type="dxa"/>
        </w:tcPr>
        <w:p w14:paraId="0068C395" w14:textId="77777777" w:rsidR="000C21F3" w:rsidRPr="00E7415D" w:rsidRDefault="000C21F3" w:rsidP="00AF2741">
          <w:pPr>
            <w:pStyle w:val="Zpat0"/>
            <w:rPr>
              <w:b/>
            </w:rPr>
          </w:pPr>
          <w:r w:rsidRPr="00E7415D">
            <w:rPr>
              <w:b/>
            </w:rPr>
            <w:t>SMLOUVA O DÍLO</w:t>
          </w:r>
        </w:p>
        <w:p w14:paraId="4E23EBCB" w14:textId="77777777" w:rsidR="000C21F3" w:rsidRDefault="000C21F3" w:rsidP="00AF2741">
          <w:pPr>
            <w:pStyle w:val="Zpat0"/>
          </w:pPr>
          <w:r>
            <w:t>Zhotovení stavby</w:t>
          </w:r>
        </w:p>
        <w:p w14:paraId="187111A3" w14:textId="33C404CE" w:rsidR="000C21F3" w:rsidRPr="00E7415D" w:rsidRDefault="000C21F3" w:rsidP="00A15E97">
          <w:pPr>
            <w:pStyle w:val="Zpat0"/>
            <w:rPr>
              <w:b/>
            </w:rPr>
          </w:pPr>
          <w:r>
            <w:t>VZ 63524196</w:t>
          </w:r>
        </w:p>
      </w:tc>
      <w:tc>
        <w:tcPr>
          <w:tcW w:w="8505" w:type="dxa"/>
        </w:tcPr>
        <w:p w14:paraId="78876FFF" w14:textId="77777777" w:rsidR="000C21F3" w:rsidRPr="00E7415D" w:rsidRDefault="000C21F3" w:rsidP="00AF2741">
          <w:pPr>
            <w:pStyle w:val="Zpat0"/>
            <w:rPr>
              <w:b/>
            </w:rPr>
          </w:pPr>
        </w:p>
      </w:tc>
      <w:tc>
        <w:tcPr>
          <w:tcW w:w="8505" w:type="dxa"/>
        </w:tcPr>
        <w:p w14:paraId="3C7F3669" w14:textId="1D44EEBC" w:rsidR="000C21F3" w:rsidRPr="00E7415D" w:rsidRDefault="000C21F3" w:rsidP="00AF2741">
          <w:pPr>
            <w:pStyle w:val="Zpat0"/>
            <w:rPr>
              <w:b/>
            </w:rPr>
          </w:pPr>
          <w:r w:rsidRPr="00E7415D">
            <w:rPr>
              <w:b/>
            </w:rPr>
            <w:t>SMLOUVA O DÍLO</w:t>
          </w:r>
        </w:p>
        <w:p w14:paraId="775730D5" w14:textId="77777777" w:rsidR="000C21F3" w:rsidRDefault="000C21F3"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31BBAE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400F3A2D" w14:textId="77777777" w:rsidR="005310B0" w:rsidRDefault="005310B0" w:rsidP="005310B0">
          <w:pPr>
            <w:pStyle w:val="Zpat0"/>
          </w:pPr>
          <w:r>
            <w:t>SMLOUVA O DÍLO – Zhotovení stavby</w:t>
          </w:r>
        </w:p>
        <w:p w14:paraId="72D7A389" w14:textId="2337AF6F" w:rsidR="00285E8B" w:rsidRDefault="005310B0" w:rsidP="005310B0">
          <w:pPr>
            <w:pStyle w:val="Zpat0"/>
          </w:pPr>
          <w:r>
            <w:t>VS 63524196</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74F6DC6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1AFE8FE1" w14:textId="77777777" w:rsidR="005310B0" w:rsidRDefault="005310B0" w:rsidP="005310B0">
          <w:pPr>
            <w:pStyle w:val="Zpat0"/>
          </w:pPr>
          <w:r>
            <w:t>SMLOUVA O DÍLO – Zhotovení stavby</w:t>
          </w:r>
        </w:p>
        <w:p w14:paraId="11341C10" w14:textId="32E26CE7" w:rsidR="00285E8B" w:rsidRDefault="005310B0" w:rsidP="005310B0">
          <w:pPr>
            <w:pStyle w:val="Zpat0"/>
          </w:pPr>
          <w:r>
            <w:t>VS 63524196</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54F201B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4A70FDBB" w14:textId="77777777" w:rsidR="005310B0" w:rsidRDefault="005310B0" w:rsidP="005310B0">
          <w:pPr>
            <w:pStyle w:val="Zpat0"/>
          </w:pPr>
          <w:r>
            <w:t>SMLOUVA O DÍLO – Zhotovení stavby</w:t>
          </w:r>
        </w:p>
        <w:p w14:paraId="6A228AD1" w14:textId="6BC2D522" w:rsidR="00285E8B" w:rsidRDefault="005310B0" w:rsidP="005310B0">
          <w:pPr>
            <w:pStyle w:val="Zpat0"/>
          </w:pPr>
          <w:r>
            <w:t>VS 63524196</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5F21A4C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1E8AA327" w:rsidR="00285E8B" w:rsidRDefault="00285E8B" w:rsidP="00F95FBD">
          <w:pPr>
            <w:pStyle w:val="Zpat0"/>
          </w:pPr>
          <w:r>
            <w:t xml:space="preserve">SMLOUVA O </w:t>
          </w:r>
          <w:r w:rsidR="005310B0">
            <w:t>DÍLO – Zhotovení</w:t>
          </w:r>
          <w:r>
            <w:t xml:space="preserve"> stavby</w:t>
          </w:r>
        </w:p>
        <w:p w14:paraId="1B9D4255" w14:textId="497FB5B8" w:rsidR="00285E8B" w:rsidRDefault="00285E8B" w:rsidP="00F95FBD">
          <w:pPr>
            <w:pStyle w:val="Zpat0"/>
          </w:pPr>
          <w:r>
            <w:t>VS 635</w:t>
          </w:r>
          <w:r w:rsidR="005310B0">
            <w:t>24196</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D2B99A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6D27D03C" w14:textId="77777777" w:rsidR="005310B0" w:rsidRDefault="005310B0" w:rsidP="005310B0">
          <w:pPr>
            <w:pStyle w:val="Zpat0"/>
          </w:pPr>
          <w:r>
            <w:t>SMLOUVA O DÍLO – Zhotovení stavby</w:t>
          </w:r>
        </w:p>
        <w:p w14:paraId="40F61466" w14:textId="2B6C71D4" w:rsidR="00285E8B" w:rsidRDefault="005310B0" w:rsidP="005310B0">
          <w:pPr>
            <w:pStyle w:val="Zpat0"/>
          </w:pPr>
          <w:r>
            <w:t>VS 63524196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40E0B5A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7230FF4" w14:textId="77777777" w:rsidR="005310B0" w:rsidRDefault="005310B0" w:rsidP="005310B0">
          <w:pPr>
            <w:pStyle w:val="Zpat0"/>
          </w:pPr>
          <w:r>
            <w:t>SMLOUVA O DÍLO – Zhotovení stavby</w:t>
          </w:r>
        </w:p>
        <w:p w14:paraId="4983A40B" w14:textId="4727F7C8" w:rsidR="00285E8B" w:rsidRDefault="005310B0" w:rsidP="005310B0">
          <w:pPr>
            <w:pStyle w:val="Zpat0"/>
          </w:pPr>
          <w:r>
            <w:t>VS 63524196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5E482B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5D0CED49" w14:textId="77777777" w:rsidR="005310B0" w:rsidRDefault="005310B0" w:rsidP="005310B0">
          <w:pPr>
            <w:pStyle w:val="Zpat0"/>
          </w:pPr>
          <w:r>
            <w:t>SMLOUVA O DÍLO – Zhotovení stavby</w:t>
          </w:r>
        </w:p>
        <w:p w14:paraId="1C873F66" w14:textId="53F7FE42" w:rsidR="00285E8B" w:rsidRDefault="005310B0" w:rsidP="005310B0">
          <w:pPr>
            <w:pStyle w:val="Zpat0"/>
          </w:pPr>
          <w:r>
            <w:t>VS 63524196</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10CB3D7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710EC064" w14:textId="77777777" w:rsidR="005310B0" w:rsidRDefault="005310B0" w:rsidP="005310B0">
          <w:pPr>
            <w:pStyle w:val="Zpat0"/>
          </w:pPr>
          <w:r>
            <w:t>SMLOUVA O DÍLO – Zhotovení stavby</w:t>
          </w:r>
        </w:p>
        <w:p w14:paraId="5AED8FDE" w14:textId="5DF7B33D" w:rsidR="00285E8B" w:rsidRDefault="005310B0" w:rsidP="005310B0">
          <w:pPr>
            <w:pStyle w:val="Zpat0"/>
          </w:pPr>
          <w:r>
            <w:t>VS 63524196</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4C36685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3DB3A024" w14:textId="77777777" w:rsidR="005310B0" w:rsidRDefault="005310B0" w:rsidP="005310B0">
          <w:pPr>
            <w:pStyle w:val="Zpat0"/>
          </w:pPr>
          <w:r>
            <w:t>SMLOUVA O DÍLO – Zhotovení stavby</w:t>
          </w:r>
        </w:p>
        <w:p w14:paraId="1C48704A" w14:textId="2F136609" w:rsidR="00285E8B" w:rsidRDefault="005310B0" w:rsidP="005310B0">
          <w:pPr>
            <w:pStyle w:val="Zpat0"/>
          </w:pPr>
          <w:r>
            <w:t>VS 63524196</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2C97227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52C3C4A5" w14:textId="77777777" w:rsidR="005310B0" w:rsidRDefault="005310B0" w:rsidP="005310B0">
          <w:pPr>
            <w:pStyle w:val="Zpat0"/>
          </w:pPr>
          <w:r>
            <w:t>SMLOUVA O DÍLO – Zhotovení stavby</w:t>
          </w:r>
        </w:p>
        <w:p w14:paraId="0810EFE1" w14:textId="3B5BC7EE" w:rsidR="00285E8B" w:rsidRDefault="005310B0" w:rsidP="005310B0">
          <w:pPr>
            <w:pStyle w:val="Zpat0"/>
          </w:pPr>
          <w:r>
            <w:t>VS 63524196</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498720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A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19A66E5D" w14:textId="77777777" w:rsidR="005310B0" w:rsidRDefault="005310B0" w:rsidP="005310B0">
          <w:pPr>
            <w:pStyle w:val="Zpat0"/>
          </w:pPr>
          <w:r>
            <w:t>SMLOUVA O DÍLO – Zhotovení stavby</w:t>
          </w:r>
        </w:p>
        <w:p w14:paraId="7E32C0F5" w14:textId="20E4ABD8" w:rsidR="00285E8B" w:rsidRDefault="005310B0" w:rsidP="005310B0">
          <w:pPr>
            <w:pStyle w:val="Zpat0"/>
          </w:pPr>
          <w:r>
            <w:t>VS 63524196</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2C2DA8"/>
    <w:multiLevelType w:val="hybridMultilevel"/>
    <w:tmpl w:val="7A00D85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3"/>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2"/>
  </w:num>
  <w:num w:numId="10" w16cid:durableId="1262713645">
    <w:abstractNumId w:val="0"/>
  </w:num>
  <w:num w:numId="11" w16cid:durableId="1978752850">
    <w:abstractNumId w:val="3"/>
  </w:num>
  <w:num w:numId="12" w16cid:durableId="312174828">
    <w:abstractNumId w:val="15"/>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4"/>
  </w:num>
  <w:num w:numId="21" w16cid:durableId="40750793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56E70"/>
    <w:rsid w:val="0006588D"/>
    <w:rsid w:val="00067A5E"/>
    <w:rsid w:val="000719BB"/>
    <w:rsid w:val="00072572"/>
    <w:rsid w:val="00072A65"/>
    <w:rsid w:val="00072C1E"/>
    <w:rsid w:val="00084FB5"/>
    <w:rsid w:val="00087432"/>
    <w:rsid w:val="000A2DC4"/>
    <w:rsid w:val="000A4240"/>
    <w:rsid w:val="000B4EB8"/>
    <w:rsid w:val="000B5052"/>
    <w:rsid w:val="000C21F3"/>
    <w:rsid w:val="000C2B9C"/>
    <w:rsid w:val="000C41F2"/>
    <w:rsid w:val="000D22C4"/>
    <w:rsid w:val="000D2628"/>
    <w:rsid w:val="000D27D1"/>
    <w:rsid w:val="000E1A7F"/>
    <w:rsid w:val="00100659"/>
    <w:rsid w:val="001007A6"/>
    <w:rsid w:val="0010127F"/>
    <w:rsid w:val="00102D47"/>
    <w:rsid w:val="00112864"/>
    <w:rsid w:val="00114472"/>
    <w:rsid w:val="00114988"/>
    <w:rsid w:val="00115069"/>
    <w:rsid w:val="001150F2"/>
    <w:rsid w:val="001234EA"/>
    <w:rsid w:val="00143EC0"/>
    <w:rsid w:val="0014748A"/>
    <w:rsid w:val="0015081B"/>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0074"/>
    <w:rsid w:val="001E678E"/>
    <w:rsid w:val="002038D5"/>
    <w:rsid w:val="002071BB"/>
    <w:rsid w:val="00207854"/>
    <w:rsid w:val="00207DF5"/>
    <w:rsid w:val="00214C3E"/>
    <w:rsid w:val="002162E9"/>
    <w:rsid w:val="00237FF8"/>
    <w:rsid w:val="00240B81"/>
    <w:rsid w:val="00247D01"/>
    <w:rsid w:val="00250AB7"/>
    <w:rsid w:val="00261820"/>
    <w:rsid w:val="00261A5B"/>
    <w:rsid w:val="00262E5B"/>
    <w:rsid w:val="00276AFE"/>
    <w:rsid w:val="0028389C"/>
    <w:rsid w:val="00285E8B"/>
    <w:rsid w:val="002A3B57"/>
    <w:rsid w:val="002A5468"/>
    <w:rsid w:val="002A784C"/>
    <w:rsid w:val="002C31BF"/>
    <w:rsid w:val="002C3F01"/>
    <w:rsid w:val="002C6A93"/>
    <w:rsid w:val="002C7A28"/>
    <w:rsid w:val="002D4404"/>
    <w:rsid w:val="002D7FD6"/>
    <w:rsid w:val="002E0CD7"/>
    <w:rsid w:val="002E0CFB"/>
    <w:rsid w:val="002E1C36"/>
    <w:rsid w:val="002E5C7B"/>
    <w:rsid w:val="002F4333"/>
    <w:rsid w:val="002F6CCC"/>
    <w:rsid w:val="00301DDD"/>
    <w:rsid w:val="00306C86"/>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348"/>
    <w:rsid w:val="00392910"/>
    <w:rsid w:val="00392EB6"/>
    <w:rsid w:val="003956C6"/>
    <w:rsid w:val="003A197F"/>
    <w:rsid w:val="003A407B"/>
    <w:rsid w:val="003B065F"/>
    <w:rsid w:val="003B5A9F"/>
    <w:rsid w:val="003C33F2"/>
    <w:rsid w:val="003D4C45"/>
    <w:rsid w:val="003D756E"/>
    <w:rsid w:val="003E420D"/>
    <w:rsid w:val="003E4C13"/>
    <w:rsid w:val="003E6FE4"/>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D0FDA"/>
    <w:rsid w:val="004E70C8"/>
    <w:rsid w:val="004E7A1F"/>
    <w:rsid w:val="004F4B9B"/>
    <w:rsid w:val="00502690"/>
    <w:rsid w:val="0050666E"/>
    <w:rsid w:val="00511AB9"/>
    <w:rsid w:val="0051246F"/>
    <w:rsid w:val="00523BB5"/>
    <w:rsid w:val="00523EA7"/>
    <w:rsid w:val="00525E91"/>
    <w:rsid w:val="005300DD"/>
    <w:rsid w:val="005310B0"/>
    <w:rsid w:val="0053642B"/>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349D"/>
    <w:rsid w:val="00765B07"/>
    <w:rsid w:val="00766846"/>
    <w:rsid w:val="007677B2"/>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54DDA"/>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2FAF"/>
    <w:rsid w:val="009678B7"/>
    <w:rsid w:val="00985317"/>
    <w:rsid w:val="00992D9C"/>
    <w:rsid w:val="00996CB8"/>
    <w:rsid w:val="009972D6"/>
    <w:rsid w:val="00997FAB"/>
    <w:rsid w:val="009A6056"/>
    <w:rsid w:val="009B2E97"/>
    <w:rsid w:val="009B4201"/>
    <w:rsid w:val="009B5146"/>
    <w:rsid w:val="009C0CF1"/>
    <w:rsid w:val="009C418E"/>
    <w:rsid w:val="009C442C"/>
    <w:rsid w:val="009D7290"/>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39C5"/>
    <w:rsid w:val="00A94C2F"/>
    <w:rsid w:val="00AA05B3"/>
    <w:rsid w:val="00AA4CBB"/>
    <w:rsid w:val="00AA65FA"/>
    <w:rsid w:val="00AA7351"/>
    <w:rsid w:val="00AA7AB8"/>
    <w:rsid w:val="00AC10C3"/>
    <w:rsid w:val="00AD056F"/>
    <w:rsid w:val="00AD0C7B"/>
    <w:rsid w:val="00AD31CE"/>
    <w:rsid w:val="00AD33F5"/>
    <w:rsid w:val="00AD4375"/>
    <w:rsid w:val="00AD586D"/>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6E05"/>
    <w:rsid w:val="00B77481"/>
    <w:rsid w:val="00B84ECC"/>
    <w:rsid w:val="00B8518B"/>
    <w:rsid w:val="00B955DF"/>
    <w:rsid w:val="00B97CC3"/>
    <w:rsid w:val="00BC06C4"/>
    <w:rsid w:val="00BD7E91"/>
    <w:rsid w:val="00BD7F0D"/>
    <w:rsid w:val="00C01A27"/>
    <w:rsid w:val="00C02D0A"/>
    <w:rsid w:val="00C03A6E"/>
    <w:rsid w:val="00C1242D"/>
    <w:rsid w:val="00C14E35"/>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E23FE"/>
    <w:rsid w:val="00CF3AEA"/>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64B72"/>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VyroubalP@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Pesl@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A4240"/>
    <w:rsid w:val="00100659"/>
    <w:rsid w:val="00132357"/>
    <w:rsid w:val="002162E9"/>
    <w:rsid w:val="00262186"/>
    <w:rsid w:val="003E6FE4"/>
    <w:rsid w:val="00621BE5"/>
    <w:rsid w:val="006E1159"/>
    <w:rsid w:val="006E68CD"/>
    <w:rsid w:val="0076349D"/>
    <w:rsid w:val="008C6795"/>
    <w:rsid w:val="00917BB8"/>
    <w:rsid w:val="00962FAF"/>
    <w:rsid w:val="009F4FDD"/>
    <w:rsid w:val="00A939C5"/>
    <w:rsid w:val="00A97E69"/>
    <w:rsid w:val="00B63867"/>
    <w:rsid w:val="00D52ED3"/>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29</Pages>
  <Words>7341</Words>
  <Characters>43317</Characters>
  <Application>Microsoft Office Word</Application>
  <DocSecurity>0</DocSecurity>
  <Lines>360</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Poštulková Jana</cp:lastModifiedBy>
  <cp:revision>3</cp:revision>
  <cp:lastPrinted>2019-09-27T11:09:00Z</cp:lastPrinted>
  <dcterms:created xsi:type="dcterms:W3CDTF">2024-10-15T11:43:00Z</dcterms:created>
  <dcterms:modified xsi:type="dcterms:W3CDTF">2024-10-15T11:45:00Z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